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Content>
                              <w:p w14:paraId="409810AF" w14:textId="70B8C261" w:rsidR="006F1112" w:rsidRDefault="00257802" w:rsidP="002A044D">
                                <w:pPr>
                                  <w:jc w:val="right"/>
                                  <w:rPr>
                                    <w:color w:val="000000" w:themeColor="text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>Kalevi tn 1a, Räpina linn</w:t>
                                </w:r>
                              </w:p>
                              <w:p w14:paraId="57A310D6" w14:textId="1ED731A4" w:rsidR="002A044D" w:rsidRPr="002A044D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2A574EEE">
              <v:shapetype id="_x0000_t202" coordsize="21600,21600" o:spt="202" path="m,l,21600r21600,l21600,xe" w14:anchorId="29F29DB0">
                <v:stroke joinstyle="miter"/>
                <v:path gradientshapeok="t" o:connecttype="rect"/>
              </v:shapetype>
              <v:shape id="Text Box 9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>
                <v:textbox inset="0,0,0,0">
                  <w:txbxContent>
                    <w:sdt>
                      <w:sdtPr>
                        <w:id w:val="1057101076"/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EndPr/>
                      <w:sdtContent>
                        <w:p w:rsidR="006F1112" w:rsidP="002A044D" w:rsidRDefault="00257802" w14:paraId="2AE7D108" w14:textId="70B8C261">
                          <w:pPr>
                            <w:jc w:val="right"/>
                            <w:rPr>
                              <w:color w:val="000000" w:themeColor="text1"/>
                              <w:lang w:val="et-EE"/>
                            </w:rPr>
                          </w:pPr>
                          <w:r>
                            <w:rPr>
                              <w:color w:val="000000" w:themeColor="text1"/>
                              <w:lang w:val="et-EE"/>
                            </w:rPr>
                            <w:t>Kalevi tn 1a, Räpina linn</w:t>
                          </w:r>
                        </w:p>
                        <w:p w:rsidRPr="002A044D" w:rsidR="002A044D" w:rsidP="002A044D" w:rsidRDefault="002A044D" w14:paraId="5DC87C9B" w14:textId="1ED731A4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10076" w:type="dxa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670"/>
        <w:gridCol w:w="2859"/>
        <w:gridCol w:w="3413"/>
      </w:tblGrid>
      <w:tr w:rsidR="00AA284D" w:rsidRPr="002F199C" w14:paraId="725DA611" w14:textId="77777777" w:rsidTr="33A0D0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2"/>
          </w:tcPr>
          <w:p w14:paraId="74572D1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1.</w:t>
            </w:r>
          </w:p>
        </w:tc>
        <w:tc>
          <w:tcPr>
            <w:tcW w:w="26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1338083C" w:rsidR="00FC6777" w:rsidRPr="002F199C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Avariide, rikete ja puuduste edastamine tööpäevadel</w:t>
            </w:r>
            <w:r w:rsidR="00585706" w:rsidRPr="002F199C">
              <w:rPr>
                <w:b w:val="0"/>
                <w:lang w:val="et-EE"/>
              </w:rPr>
              <w:br/>
            </w:r>
            <w:r w:rsidRPr="002F199C">
              <w:rPr>
                <w:b w:val="0"/>
                <w:lang w:val="et-EE"/>
              </w:rPr>
              <w:t>8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  <w:r w:rsidR="007719CD" w:rsidRPr="002F199C">
              <w:rPr>
                <w:b w:val="0"/>
                <w:lang w:val="et-EE"/>
              </w:rPr>
              <w:t>-</w:t>
            </w:r>
            <w:r w:rsidRPr="002F199C">
              <w:rPr>
                <w:b w:val="0"/>
                <w:lang w:val="et-EE"/>
              </w:rPr>
              <w:t>1</w:t>
            </w:r>
            <w:r w:rsidR="00FA4CFB">
              <w:rPr>
                <w:b w:val="0"/>
                <w:lang w:val="et-EE"/>
              </w:rPr>
              <w:t>7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</w:p>
        </w:tc>
        <w:tc>
          <w:tcPr>
            <w:tcW w:w="6272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2F199C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Riigi Kinnisvara AS klienditugi </w:t>
            </w:r>
          </w:p>
          <w:p w14:paraId="4228C225" w14:textId="77777777" w:rsidR="00FC6777" w:rsidRPr="002F199C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>t</w:t>
            </w:r>
            <w:r w:rsidR="00FC6777" w:rsidRPr="002F199C">
              <w:rPr>
                <w:b/>
                <w:lang w:val="et-EE"/>
              </w:rPr>
              <w:t>el</w:t>
            </w:r>
            <w:r w:rsidRPr="002F199C">
              <w:rPr>
                <w:b/>
                <w:lang w:val="et-EE"/>
              </w:rPr>
              <w:t xml:space="preserve"> </w:t>
            </w:r>
            <w:r w:rsidR="007719CD" w:rsidRPr="002F199C">
              <w:rPr>
                <w:b/>
                <w:lang w:val="et-EE"/>
              </w:rPr>
              <w:t>605 0000</w:t>
            </w:r>
          </w:p>
          <w:p w14:paraId="0FFA13C2" w14:textId="19936395" w:rsidR="00FC6777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t-EE"/>
              </w:rPr>
            </w:pPr>
            <w:hyperlink r:id="rId11" w:history="1">
              <w:r w:rsidRPr="00E26AE1">
                <w:rPr>
                  <w:rStyle w:val="Hyperlink"/>
                  <w:lang w:val="et-EE"/>
                </w:rPr>
                <w:t>klienditugi@rkas.ee</w:t>
              </w:r>
            </w:hyperlink>
          </w:p>
          <w:p w14:paraId="30ACDB16" w14:textId="31CBDF75" w:rsidR="00FA4CFB" w:rsidRPr="002F199C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:rsidRPr="002F199C" w14:paraId="59499DD4" w14:textId="77777777" w:rsidTr="33A0D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2"/>
          </w:tcPr>
          <w:p w14:paraId="0DB8DA88" w14:textId="77777777" w:rsidR="00E304D7" w:rsidRPr="002F199C" w:rsidRDefault="00E304D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2.</w:t>
            </w:r>
          </w:p>
        </w:tc>
        <w:tc>
          <w:tcPr>
            <w:tcW w:w="267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2F199C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tcW w:w="6272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020273C3" w:rsidR="00E304D7" w:rsidRPr="002F199C" w:rsidRDefault="00257802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>
              <w:rPr>
                <w:lang w:val="et-EE"/>
              </w:rPr>
              <w:t>Ragnar Savvi</w:t>
            </w:r>
          </w:p>
          <w:p w14:paraId="043751CB" w14:textId="45C1072F" w:rsidR="000B2381" w:rsidRPr="002F199C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 xml:space="preserve">tel +372 </w:t>
            </w:r>
            <w:r w:rsidR="00C16400">
              <w:rPr>
                <w:lang w:val="et-EE"/>
              </w:rPr>
              <w:t>5333 4159</w:t>
            </w:r>
          </w:p>
        </w:tc>
      </w:tr>
      <w:tr w:rsidR="00FC6777" w:rsidRPr="002F199C" w14:paraId="5032205D" w14:textId="77777777" w:rsidTr="33A0D0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2"/>
          </w:tcPr>
          <w:p w14:paraId="7838B9F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3.</w:t>
            </w:r>
          </w:p>
        </w:tc>
        <w:sdt>
          <w:sdtPr>
            <w:rPr>
              <w:sz w:val="24"/>
              <w:szCs w:val="24"/>
              <w:lang w:val="et-EE"/>
            </w:rPr>
            <w:id w:val="-1616822046"/>
            <w:placeholder>
              <w:docPart w:val="66BC2BD374D74143A15A68ADA8CA1D58"/>
            </w:placeholder>
          </w:sdtPr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2F199C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  <w:lang w:val="et-EE"/>
                  </w:rPr>
                </w:pPr>
                <w:r w:rsidRPr="002F199C">
                  <w:rPr>
                    <w:sz w:val="24"/>
                    <w:szCs w:val="24"/>
                    <w:lang w:val="et-EE"/>
                  </w:rPr>
                  <w:t xml:space="preserve">Kui on tekkinud avarii ja eespool nimetatute telefonid ei vasta, </w:t>
                </w:r>
                <w:r w:rsidRPr="002F199C">
                  <w:rPr>
                    <w:sz w:val="24"/>
                    <w:szCs w:val="24"/>
                    <w:lang w:val="et-EE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:rsidRPr="002F199C" w14:paraId="27B3FEC3" w14:textId="77777777" w:rsidTr="33A0D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2F199C" w:rsidRDefault="00FC6777" w:rsidP="00585706">
            <w:pPr>
              <w:rPr>
                <w:lang w:val="et-EE"/>
              </w:rPr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FC6777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Vesi ja kanalisatsioon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996E1B" w14:textId="79165947" w:rsidR="00FC6777" w:rsidRPr="002F199C" w:rsidRDefault="67CE011A" w:rsidP="33A0D04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3A0D040">
              <w:rPr>
                <w:b/>
                <w:lang w:val="et-EE"/>
              </w:rPr>
              <w:t>SOL Baltics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39783F18" w:rsidR="00FC6777" w:rsidRPr="002F199C" w:rsidRDefault="41B7C3F3" w:rsidP="33A0D04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33A0D040">
              <w:rPr>
                <w:b/>
                <w:lang w:val="et-EE"/>
              </w:rPr>
              <w:t>Avariitelefon</w:t>
            </w:r>
            <w:r w:rsidR="000B2381" w:rsidRPr="33A0D040">
              <w:rPr>
                <w:b/>
                <w:lang w:val="et-EE"/>
              </w:rPr>
              <w:t xml:space="preserve"> +372 </w:t>
            </w:r>
            <w:r w:rsidR="2F393F0F" w:rsidRPr="33A0D040">
              <w:rPr>
                <w:b/>
                <w:lang w:val="et-EE"/>
              </w:rPr>
              <w:t>511 1091</w:t>
            </w:r>
          </w:p>
        </w:tc>
      </w:tr>
      <w:tr w:rsidR="00585706" w:rsidRPr="002F199C" w14:paraId="2456AA8A" w14:textId="77777777" w:rsidTr="33A0D040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Küte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72826" w14:textId="7BBC7819" w:rsidR="00585706" w:rsidRPr="002F199C" w:rsidRDefault="0AACD20B" w:rsidP="33A0D040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33A0D040">
              <w:rPr>
                <w:b/>
                <w:lang w:val="et-EE"/>
              </w:rPr>
              <w:t>SOL Baltics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FB4465" w14:textId="4DCFF145" w:rsidR="00585706" w:rsidRPr="002F199C" w:rsidRDefault="0192E85E" w:rsidP="33A0D040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33A0D040">
              <w:rPr>
                <w:b/>
                <w:lang w:val="et-EE"/>
              </w:rPr>
              <w:t>Avariitelefon +372 511 1091</w:t>
            </w:r>
          </w:p>
          <w:p w14:paraId="4B5C05C8" w14:textId="333A5EDF" w:rsidR="00585706" w:rsidRPr="002F199C" w:rsidRDefault="00585706" w:rsidP="33A0D040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</w:tr>
      <w:tr w:rsidR="00585706" w:rsidRPr="002F199C" w14:paraId="168126CA" w14:textId="77777777" w:rsidTr="33A0D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Elekter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4C1824" w14:textId="6DD8F744" w:rsidR="00585706" w:rsidRPr="002F199C" w:rsidRDefault="3365BBF2" w:rsidP="33A0D04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33A0D040">
              <w:rPr>
                <w:b/>
                <w:lang w:val="et-EE"/>
              </w:rPr>
              <w:t>SOL Baltics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68295F" w14:textId="60AC32F9" w:rsidR="00585706" w:rsidRPr="002F199C" w:rsidRDefault="2A981D87" w:rsidP="33A0D04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33A0D040">
              <w:rPr>
                <w:b/>
                <w:lang w:val="et-EE"/>
              </w:rPr>
              <w:t>Avariitelefon +372 511 1091</w:t>
            </w:r>
          </w:p>
          <w:p w14:paraId="2D46F712" w14:textId="3FD64FB9" w:rsidR="00585706" w:rsidRPr="002F199C" w:rsidRDefault="00585706" w:rsidP="33A0D04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</w:tr>
      <w:tr w:rsidR="00585706" w:rsidRPr="002F199C" w14:paraId="1F2D694A" w14:textId="77777777" w:rsidTr="33A0D040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Ventilatsioon ja jahutus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BE2072" w14:textId="1D8E4C7B" w:rsidR="00585706" w:rsidRPr="002F199C" w:rsidRDefault="1DE5A4B0" w:rsidP="33A0D040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33A0D040">
              <w:rPr>
                <w:b/>
                <w:lang w:val="et-EE"/>
              </w:rPr>
              <w:t>SOL Baltics OÜ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8DD2D4" w14:textId="508DBE34" w:rsidR="00585706" w:rsidRPr="002F199C" w:rsidRDefault="60C281D9" w:rsidP="33A0D040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33A0D040">
              <w:rPr>
                <w:b/>
                <w:lang w:val="et-EE"/>
              </w:rPr>
              <w:t>Avariitelefon +372 511 1091</w:t>
            </w:r>
          </w:p>
          <w:p w14:paraId="74EF661D" w14:textId="72B77EA5" w:rsidR="00585706" w:rsidRPr="002F199C" w:rsidRDefault="00585706" w:rsidP="33A0D040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</w:tr>
      <w:tr w:rsidR="00585706" w:rsidRPr="002F199C" w14:paraId="0782982B" w14:textId="77777777" w:rsidTr="33A0D0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Nõrkvoolusüsteemid</w:t>
            </w:r>
            <w:r w:rsidRPr="002F199C">
              <w:rPr>
                <w:lang w:val="et-EE"/>
              </w:rPr>
              <w:br/>
              <w:t>(ATS, valve, jne)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3F613" w14:textId="784D306F" w:rsidR="00585706" w:rsidRPr="002F199C" w:rsidRDefault="00B4C695" w:rsidP="33A0D04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33A0D040">
              <w:rPr>
                <w:b/>
                <w:lang w:val="et-EE"/>
              </w:rPr>
              <w:t>Pristis</w:t>
            </w:r>
            <w:proofErr w:type="spellEnd"/>
            <w:r w:rsidRPr="33A0D040">
              <w:rPr>
                <w:b/>
                <w:lang w:val="et-EE"/>
              </w:rPr>
              <w:t xml:space="preserve">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9D98AA" w14:textId="1F002F6D" w:rsidR="00585706" w:rsidRPr="002F199C" w:rsidRDefault="026AE4BB" w:rsidP="33A0D04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33A0D040">
              <w:rPr>
                <w:b/>
                <w:lang w:val="et-EE"/>
              </w:rPr>
              <w:t>Avariitelefon +372 1552</w:t>
            </w:r>
          </w:p>
          <w:p w14:paraId="2B8424C0" w14:textId="686EA3E3" w:rsidR="00585706" w:rsidRPr="002F199C" w:rsidRDefault="00585706" w:rsidP="33A0D040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</w:tr>
      <w:tr w:rsidR="00585706" w:rsidRPr="002F199C" w14:paraId="32AD8B0B" w14:textId="77777777" w:rsidTr="33A0D040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Heakord</w:t>
            </w:r>
          </w:p>
        </w:tc>
        <w:tc>
          <w:tcPr>
            <w:tcW w:w="28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630B55" w14:textId="43473498" w:rsidR="00585706" w:rsidRPr="002F199C" w:rsidRDefault="7CC740F7" w:rsidP="33A0D040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33A0D040">
              <w:rPr>
                <w:b/>
                <w:lang w:val="et-EE"/>
              </w:rPr>
              <w:t>Stell</w:t>
            </w:r>
            <w:proofErr w:type="spellEnd"/>
            <w:r w:rsidRPr="33A0D040">
              <w:rPr>
                <w:b/>
                <w:lang w:val="et-EE"/>
              </w:rPr>
              <w:t xml:space="preserve"> Eesti AS</w:t>
            </w: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85E3F" w14:textId="256BA5AE" w:rsidR="00585706" w:rsidRPr="002F199C" w:rsidRDefault="2EDFE4A9" w:rsidP="33A0D040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33A0D040">
              <w:rPr>
                <w:b/>
                <w:lang w:val="et-EE"/>
              </w:rPr>
              <w:t>Avariitelefon +372 661 8000</w:t>
            </w:r>
          </w:p>
          <w:p w14:paraId="44B6C4ED" w14:textId="4E8012C4" w:rsidR="00585706" w:rsidRPr="002F199C" w:rsidRDefault="00585706" w:rsidP="33A0D0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37DC"/>
                <w:sz w:val="21"/>
                <w:szCs w:val="21"/>
                <w:lang w:val="et-EE"/>
              </w:rPr>
            </w:pPr>
          </w:p>
        </w:tc>
      </w:tr>
    </w:tbl>
    <w:p w14:paraId="46F7C2A2" w14:textId="77777777" w:rsidR="00CC220A" w:rsidRPr="002F199C" w:rsidRDefault="00CC220A" w:rsidP="00CC220A">
      <w:pPr>
        <w:rPr>
          <w:lang w:val="et-EE"/>
        </w:rPr>
      </w:pPr>
    </w:p>
    <w:sectPr w:rsidR="00CC220A" w:rsidRPr="002F199C" w:rsidSect="00E61C4D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D96C3" w14:textId="77777777" w:rsidR="006E5497" w:rsidRDefault="006E5497" w:rsidP="009D60F9">
      <w:pPr>
        <w:spacing w:line="240" w:lineRule="auto"/>
      </w:pPr>
      <w:r>
        <w:separator/>
      </w:r>
    </w:p>
  </w:endnote>
  <w:endnote w:type="continuationSeparator" w:id="0">
    <w:p w14:paraId="5D1487A6" w14:textId="77777777" w:rsidR="006E5497" w:rsidRDefault="006E5497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2F199C" w:rsidRDefault="00CC0B68" w:rsidP="00CC0B68">
          <w:pPr>
            <w:pStyle w:val="Teemasuur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</w:t>
          </w:r>
        </w:p>
        <w:p w14:paraId="4AC4BBC7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Rike</w:t>
          </w:r>
          <w:r w:rsidRPr="002F199C">
            <w:rPr>
              <w:b w:val="0"/>
              <w:lang w:val="et-EE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2F199C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="00CC0B68" w:rsidRPr="002F199C">
            <w:rPr>
              <w:sz w:val="16"/>
              <w:szCs w:val="16"/>
              <w:lang w:val="et-EE"/>
            </w:rPr>
            <w:t xml:space="preserve">t. </w:t>
          </w:r>
          <w:r w:rsidRPr="002F199C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Puudus</w:t>
          </w:r>
          <w:r w:rsidRPr="002F199C">
            <w:rPr>
              <w:b w:val="0"/>
              <w:lang w:val="et-EE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="00CC0B68" w:rsidRPr="002F199C">
            <w:rPr>
              <w:sz w:val="16"/>
              <w:szCs w:val="16"/>
              <w:lang w:val="et-EE"/>
            </w:rPr>
            <w:t xml:space="preserve"> </w:t>
          </w:r>
          <w:r w:rsidRPr="002F199C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FEA03" w14:textId="77777777" w:rsidR="006E5497" w:rsidRDefault="006E5497" w:rsidP="009D60F9">
      <w:pPr>
        <w:spacing w:line="240" w:lineRule="auto"/>
      </w:pPr>
      <w:r>
        <w:separator/>
      </w:r>
    </w:p>
  </w:footnote>
  <w:footnote w:type="continuationSeparator" w:id="0">
    <w:p w14:paraId="2F45EF4B" w14:textId="77777777" w:rsidR="006E5497" w:rsidRDefault="006E5497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96036" w14:textId="186EA30A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0406F375">
            <v:shapetype id="_x0000_t202" coordsize="21600,21600" o:spt="202" path="m,l,21600r21600,l21600,xe" w14:anchorId="54311C91">
              <v:stroke joinstyle="miter"/>
              <v:path gradientshapeok="t" o:connecttype="rect"/>
            </v:shapetype>
            <v:shape id="Text Box 8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>
              <v:textbox inset="0,0,0,0">
                <w:txbxContent>
                  <w:p w:rsidRPr="002A044D" w:rsidR="002A044D" w:rsidP="00FC6777" w:rsidRDefault="00890F4B" w14:paraId="7EEA2D08" w14:textId="77777777">
                    <w:pPr>
                      <w:pStyle w:val="Pealkiri1"/>
                    </w:pPr>
                    <w:r>
                      <w:t>Avariide ja</w:t>
                    </w:r>
                    <w:r w:rsidRPr="002A044D" w:rsid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5729BD9F">
            <v:rect id="Rectangle 1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spid="_x0000_s1026" fillcolor="#003669 [3204]" stroked="f" strokeweight="1pt" w14:anchorId="43F4FC6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17980"/>
    <w:rsid w:val="00030323"/>
    <w:rsid w:val="00052F6A"/>
    <w:rsid w:val="000A0A78"/>
    <w:rsid w:val="000B2381"/>
    <w:rsid w:val="000C1162"/>
    <w:rsid w:val="00125CA0"/>
    <w:rsid w:val="00173FFC"/>
    <w:rsid w:val="001A160F"/>
    <w:rsid w:val="001D6244"/>
    <w:rsid w:val="001E0FED"/>
    <w:rsid w:val="00232C60"/>
    <w:rsid w:val="002402FB"/>
    <w:rsid w:val="00257802"/>
    <w:rsid w:val="00284AE0"/>
    <w:rsid w:val="002A044D"/>
    <w:rsid w:val="002C4CBD"/>
    <w:rsid w:val="002F199C"/>
    <w:rsid w:val="00320CFA"/>
    <w:rsid w:val="00392271"/>
    <w:rsid w:val="003A6920"/>
    <w:rsid w:val="0040733F"/>
    <w:rsid w:val="00442E9F"/>
    <w:rsid w:val="00460541"/>
    <w:rsid w:val="004A3350"/>
    <w:rsid w:val="004A3A48"/>
    <w:rsid w:val="0051296E"/>
    <w:rsid w:val="00544450"/>
    <w:rsid w:val="005739BB"/>
    <w:rsid w:val="005801AB"/>
    <w:rsid w:val="00585706"/>
    <w:rsid w:val="005D4EE5"/>
    <w:rsid w:val="005E3528"/>
    <w:rsid w:val="00644210"/>
    <w:rsid w:val="006646D6"/>
    <w:rsid w:val="006E1C23"/>
    <w:rsid w:val="006E52E5"/>
    <w:rsid w:val="006E5497"/>
    <w:rsid w:val="006F1112"/>
    <w:rsid w:val="007026C3"/>
    <w:rsid w:val="0075218A"/>
    <w:rsid w:val="007719CD"/>
    <w:rsid w:val="00774CD6"/>
    <w:rsid w:val="00775317"/>
    <w:rsid w:val="00890F4B"/>
    <w:rsid w:val="009D60F9"/>
    <w:rsid w:val="00A01123"/>
    <w:rsid w:val="00AA284D"/>
    <w:rsid w:val="00AC5730"/>
    <w:rsid w:val="00B4C695"/>
    <w:rsid w:val="00B64D0C"/>
    <w:rsid w:val="00C16400"/>
    <w:rsid w:val="00C85C11"/>
    <w:rsid w:val="00C94ED6"/>
    <w:rsid w:val="00CC0B68"/>
    <w:rsid w:val="00CC220A"/>
    <w:rsid w:val="00CE2355"/>
    <w:rsid w:val="00D56C14"/>
    <w:rsid w:val="00DC2C70"/>
    <w:rsid w:val="00DD6A88"/>
    <w:rsid w:val="00DE2514"/>
    <w:rsid w:val="00E17F76"/>
    <w:rsid w:val="00E256B3"/>
    <w:rsid w:val="00E304D7"/>
    <w:rsid w:val="00E61C4D"/>
    <w:rsid w:val="00EA6692"/>
    <w:rsid w:val="00F04AEE"/>
    <w:rsid w:val="00FA4CFB"/>
    <w:rsid w:val="00FC6777"/>
    <w:rsid w:val="0192E85E"/>
    <w:rsid w:val="026AE4BB"/>
    <w:rsid w:val="0AACD20B"/>
    <w:rsid w:val="0FEDA54F"/>
    <w:rsid w:val="1DE5A4B0"/>
    <w:rsid w:val="2A981D87"/>
    <w:rsid w:val="2EDFE4A9"/>
    <w:rsid w:val="2F393F0F"/>
    <w:rsid w:val="3365BBF2"/>
    <w:rsid w:val="33A0D040"/>
    <w:rsid w:val="41B7C3F3"/>
    <w:rsid w:val="5D6F66F6"/>
    <w:rsid w:val="5F8B4D64"/>
    <w:rsid w:val="60C281D9"/>
    <w:rsid w:val="67CE011A"/>
    <w:rsid w:val="689EF070"/>
    <w:rsid w:val="7A73232F"/>
    <w:rsid w:val="7CC7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4CFB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1" Type="http://schemas.openxmlformats.org/officeDocument/2006/relationships/hyperlink" Target="mailto:klienditugi@rkas.ee" TargetMode="Externa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052F6A"/>
    <w:rsid w:val="000E7302"/>
    <w:rsid w:val="001201D3"/>
    <w:rsid w:val="002F02B7"/>
    <w:rsid w:val="00320CFA"/>
    <w:rsid w:val="004B1153"/>
    <w:rsid w:val="005B1036"/>
    <w:rsid w:val="00666DA5"/>
    <w:rsid w:val="008C7DB7"/>
    <w:rsid w:val="009611C9"/>
    <w:rsid w:val="00B72E4B"/>
    <w:rsid w:val="00EC574C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416B31-51FE-4299-9BCC-A570D9C1BFC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FCB142-90B9-401D-A68C-754D3EA3AEE0}"/>
</file>

<file path=customXml/itemProps4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A0732C-610C-484F-B08C-3E52EE5AB0BF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1</TotalTime>
  <Pages>1</Pages>
  <Words>121</Words>
  <Characters>705</Characters>
  <Application>Microsoft Office Word</Application>
  <DocSecurity>0</DocSecurity>
  <Lines>5</Lines>
  <Paragraphs>1</Paragraphs>
  <ScaleCrop>false</ScaleCrop>
  <Manager/>
  <Company/>
  <LinksUpToDate>false</LinksUpToDate>
  <CharactersWithSpaces>825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Anu Irval</cp:lastModifiedBy>
  <cp:revision>6</cp:revision>
  <cp:lastPrinted>2023-09-28T05:38:00Z</cp:lastPrinted>
  <dcterms:created xsi:type="dcterms:W3CDTF">2024-01-16T12:14:00Z</dcterms:created>
  <dcterms:modified xsi:type="dcterms:W3CDTF">2025-05-21T06:50:00Z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0x01010051C0F4519ECA3043B2575B66818F26CA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40566d1f-c6b4-438d-9bd2-06358fdd21d2</vt:lpwstr>
  </property>
</Properties>
</file>